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233" w:rsidRDefault="00396233" w:rsidP="006321EF">
      <w:pPr>
        <w:jc w:val="center"/>
      </w:pPr>
      <w:r>
        <w:t>Wild Goose Fathers- (14 March)</w:t>
      </w:r>
    </w:p>
    <w:p w:rsidR="00396233" w:rsidRDefault="00396233" w:rsidP="006321EF">
      <w:r>
        <w:t xml:space="preserve">1. Listen to the song at: </w:t>
      </w:r>
      <w:hyperlink r:id="rId4" w:history="1">
        <w:r w:rsidRPr="00396207">
          <w:rPr>
            <w:rStyle w:val="Hyperlink"/>
          </w:rPr>
          <w:t>http://www.youtube.com/watch?v=b4FkAvuKnuc</w:t>
        </w:r>
      </w:hyperlink>
      <w:r>
        <w:t xml:space="preserve"> </w:t>
      </w:r>
      <w:r>
        <w:br/>
        <w:t xml:space="preserve">       Most of the lyrics are in Korean.  Try to explain them in English.</w:t>
      </w:r>
      <w:r>
        <w:br/>
        <w:t xml:space="preserve">2. Read the article below &amp; answer the questions at the end. </w:t>
      </w:r>
      <w:r>
        <w:br/>
      </w:r>
      <w:r w:rsidRPr="00D22780"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그림 2" o:spid="_x0000_i1025" type="#_x0000_t75" alt="wild goose 1" style="width:441pt;height:652.5pt;visibility:visible">
            <v:imagedata r:id="rId5" o:title="" cropbottom="5610f" cropleft="9964f"/>
          </v:shape>
        </w:pict>
      </w:r>
    </w:p>
    <w:p w:rsidR="00396233" w:rsidRDefault="00396233" w:rsidP="006321EF"/>
    <w:p w:rsidR="00396233" w:rsidRDefault="00396233" w:rsidP="006321EF">
      <w:r w:rsidRPr="00D22780">
        <w:rPr>
          <w:noProof/>
          <w:lang w:eastAsia="en-US"/>
        </w:rPr>
        <w:pict>
          <v:shape id="_x0000_i1026" type="#_x0000_t75" style="width:447pt;height:663pt;visibility:visible">
            <v:imagedata r:id="rId6" o:title="" croptop="7864f" cropbottom="2676f" cropleft="4851f" cropright="10296f"/>
          </v:shape>
        </w:pict>
      </w:r>
    </w:p>
    <w:p w:rsidR="00396233" w:rsidRDefault="00396233" w:rsidP="006321EF"/>
    <w:p w:rsidR="00396233" w:rsidRDefault="00396233" w:rsidP="006321EF"/>
    <w:p w:rsidR="00396233" w:rsidRDefault="00396233" w:rsidP="006321EF"/>
    <w:p w:rsidR="00396233" w:rsidRDefault="00396233" w:rsidP="006321EF"/>
    <w:p w:rsidR="00396233" w:rsidRDefault="00396233" w:rsidP="006321EF">
      <w:r w:rsidRPr="00D22780">
        <w:rPr>
          <w:noProof/>
          <w:lang w:eastAsia="en-US"/>
        </w:rPr>
        <w:pict>
          <v:shape id="그림 3" o:spid="_x0000_i1027" type="#_x0000_t75" alt="wild goose 3" style="width:459pt;height:663pt;visibility:visible">
            <v:imagedata r:id="rId7" o:title="" croptop="6448f" cropbottom="5216f" cropleft="10446f" cropright="4942f"/>
          </v:shape>
        </w:pict>
      </w:r>
    </w:p>
    <w:p w:rsidR="00396233" w:rsidRDefault="00396233" w:rsidP="006321EF"/>
    <w:p w:rsidR="00396233" w:rsidRDefault="00396233" w:rsidP="006321EF"/>
    <w:p w:rsidR="00396233" w:rsidRDefault="00396233" w:rsidP="006321EF"/>
    <w:p w:rsidR="00396233" w:rsidRDefault="00396233" w:rsidP="006321EF"/>
    <w:p w:rsidR="00396233" w:rsidRDefault="00396233" w:rsidP="006321EF">
      <w:r w:rsidRPr="009E5590">
        <w:rPr>
          <w:b/>
          <w:bCs/>
        </w:rPr>
        <w:t>Wild Goose Fathers- Comprehension &amp; Discussion Questions</w:t>
      </w:r>
      <w:r>
        <w:t xml:space="preserve"> </w:t>
      </w:r>
      <w:r>
        <w:br/>
        <w:t xml:space="preserve">1. What is the difference between a “Wild Goose Father”, an “Eagle Father”, and a “Penguin Father”? </w:t>
      </w:r>
    </w:p>
    <w:p w:rsidR="00396233" w:rsidRDefault="00396233" w:rsidP="006321EF"/>
    <w:p w:rsidR="00396233" w:rsidRDefault="00396233" w:rsidP="006321EF">
      <w:r>
        <w:t xml:space="preserve">2.  Why are Korean parents sending their children abroad to study English? How could this benefit S. Korean children?  Are there any ways it might harm S. Korean children? </w:t>
      </w:r>
      <w:r>
        <w:br/>
      </w:r>
      <w:r>
        <w:br/>
        <w:t xml:space="preserve">3. The article says that some critics think S. Korean women want to go overseas to get away from their mother-in-laws.  Why would S. Korean women want to get away from their mother-in-laws?  </w:t>
      </w:r>
      <w:r>
        <w:br/>
        <w:t xml:space="preserve">Have you heard any stories from older sisters, your mom, your married friend, etc. about mother-in-laws? </w:t>
      </w:r>
    </w:p>
    <w:p w:rsidR="00396233" w:rsidRDefault="00396233" w:rsidP="006321EF"/>
    <w:p w:rsidR="00396233" w:rsidRDefault="00396233" w:rsidP="006321EF">
      <w:r>
        <w:t xml:space="preserve">4.  Why did President Lee decide to hire 10,000 English teachers?  Do you think this is a good decision?  If you were the President, how would you address this problem? </w:t>
      </w:r>
    </w:p>
    <w:p w:rsidR="00396233" w:rsidRDefault="00396233" w:rsidP="006321EF"/>
    <w:p w:rsidR="00396233" w:rsidRDefault="00396233" w:rsidP="006321EF">
      <w:r>
        <w:t xml:space="preserve">5. Being away from a wife and children might also be difficult for fathers.  What are some problems you think “Wild Goose Fathers” might face? </w:t>
      </w:r>
    </w:p>
    <w:p w:rsidR="00396233" w:rsidRDefault="00396233" w:rsidP="006321EF"/>
    <w:p w:rsidR="00396233" w:rsidRDefault="00396233" w:rsidP="006321EF">
      <w:r>
        <w:t xml:space="preserve">6. In the article, one woman says, </w:t>
      </w:r>
      <w:r w:rsidRPr="001E680A">
        <w:rPr>
          <w:i/>
          <w:iCs/>
        </w:rPr>
        <w:t xml:space="preserve">“We didn’t think the cram schools (I think this means some kind of </w:t>
      </w:r>
      <w:r w:rsidRPr="001E680A">
        <w:rPr>
          <w:rFonts w:cs="Batang" w:hint="eastAsia"/>
          <w:i/>
          <w:iCs/>
        </w:rPr>
        <w:t>학원</w:t>
      </w:r>
      <w:r w:rsidRPr="001E680A">
        <w:rPr>
          <w:i/>
          <w:iCs/>
        </w:rPr>
        <w:t>) were doing any good, but we were too insecure to stop sending them, because the other parents were sending their children.”</w:t>
      </w:r>
      <w:r>
        <w:rPr>
          <w:i/>
          <w:iCs/>
        </w:rPr>
        <w:br/>
      </w:r>
      <w:r>
        <w:rPr>
          <w:i/>
          <w:iCs/>
        </w:rPr>
        <w:br/>
      </w:r>
      <w:r>
        <w:t xml:space="preserve">What do you think about this woman’s (and her husband’s) decision? </w:t>
      </w:r>
      <w:r>
        <w:br/>
      </w:r>
      <w:r>
        <w:br/>
        <w:t xml:space="preserve">Did your parents do anything just because other parents they knew were doing it?  </w:t>
      </w:r>
      <w:r>
        <w:br/>
      </w:r>
      <w:r>
        <w:br/>
        <w:t xml:space="preserve">When you become a parent, to what extent will you let other parents influence your decisions? </w:t>
      </w:r>
    </w:p>
    <w:p w:rsidR="00396233" w:rsidRDefault="00396233" w:rsidP="006321EF"/>
    <w:p w:rsidR="00396233" w:rsidRDefault="00396233" w:rsidP="006321EF">
      <w:r>
        <w:t xml:space="preserve">7. Do you know any Wild Goose Fathers or people who have Wild Goose Fathers?  If so, tell your group about stories you have heard from these people. </w:t>
      </w:r>
    </w:p>
    <w:p w:rsidR="00396233" w:rsidRDefault="00396233" w:rsidP="006321EF"/>
    <w:p w:rsidR="00396233" w:rsidRDefault="00396233" w:rsidP="006321EF">
      <w:r>
        <w:t>8. Look for the expression “Give ~ an edge”.  How is this used in the article?</w:t>
      </w:r>
      <w:r>
        <w:br/>
      </w:r>
      <w:r>
        <w:br/>
        <w:t xml:space="preserve"> </w:t>
      </w:r>
      <w:r>
        <w:tab/>
        <w:t xml:space="preserve">What have your parents done to give you an edge over other students? </w:t>
      </w:r>
      <w:r>
        <w:br/>
      </w:r>
      <w:r>
        <w:br/>
        <w:t xml:space="preserve"> </w:t>
      </w:r>
      <w:r>
        <w:tab/>
        <w:t xml:space="preserve">What will you do to give your children an edge over others? </w:t>
      </w:r>
    </w:p>
    <w:p w:rsidR="00396233" w:rsidRDefault="00396233" w:rsidP="006321EF"/>
    <w:p w:rsidR="00396233" w:rsidRDefault="00396233" w:rsidP="006321EF">
      <w:r>
        <w:t xml:space="preserve">9. Look for the word “strain”.  How is this used in the article? </w:t>
      </w:r>
      <w:r>
        <w:br/>
      </w:r>
      <w:r>
        <w:br/>
        <w:t xml:space="preserve">  </w:t>
      </w:r>
      <w:r>
        <w:tab/>
        <w:t xml:space="preserve">What strains you and your family? </w:t>
      </w:r>
    </w:p>
    <w:p w:rsidR="00396233" w:rsidRDefault="00396233" w:rsidP="006321EF"/>
    <w:p w:rsidR="00396233" w:rsidRDefault="00396233" w:rsidP="006321EF">
      <w:r>
        <w:t xml:space="preserve">10. Look for the word “unprecedented”.  How is this used in the article? </w:t>
      </w:r>
    </w:p>
    <w:p w:rsidR="00396233" w:rsidRDefault="00396233" w:rsidP="006321EF">
      <w:r>
        <w:br/>
        <w:t xml:space="preserve">  </w:t>
      </w:r>
      <w:r>
        <w:tab/>
        <w:t xml:space="preserve">Can you think of anything else that has happened recently that you could describe as </w:t>
      </w:r>
      <w:r>
        <w:br/>
        <w:t xml:space="preserve">  </w:t>
      </w:r>
      <w:r>
        <w:tab/>
        <w:t xml:space="preserve">unprecedented? </w:t>
      </w:r>
    </w:p>
    <w:p w:rsidR="00396233" w:rsidRDefault="00396233" w:rsidP="006321EF"/>
    <w:p w:rsidR="00396233" w:rsidRDefault="00396233" w:rsidP="006321EF">
      <w:r>
        <w:t>11. The article says one of the main reasons for low birthrate among Koreans is the cost and pressure of education.  What else contributes to the low birthrate?</w:t>
      </w:r>
    </w:p>
    <w:sectPr w:rsidR="00396233" w:rsidSect="006321EF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atang">
    <w:altName w:val="©öUAA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">
    <w:altName w:val="¡¾¨ù¢¬©÷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21EF"/>
    <w:rsid w:val="001E680A"/>
    <w:rsid w:val="002107E7"/>
    <w:rsid w:val="00396207"/>
    <w:rsid w:val="00396233"/>
    <w:rsid w:val="003B4A6E"/>
    <w:rsid w:val="00446995"/>
    <w:rsid w:val="006321EF"/>
    <w:rsid w:val="0066424F"/>
    <w:rsid w:val="007C7BB9"/>
    <w:rsid w:val="009E5590"/>
    <w:rsid w:val="00D22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Malgun Gothic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1EF"/>
    <w:rPr>
      <w:rFonts w:ascii="Times New Roman" w:eastAsia="Batang" w:hAnsi="Times New Roman"/>
      <w:sz w:val="24"/>
      <w:szCs w:val="24"/>
      <w:lang w:eastAsia="ko-KR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321E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321EF"/>
    <w:rPr>
      <w:rFonts w:ascii="Gulim" w:eastAsia="Gulim" w:cs="Gulim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21EF"/>
    <w:rPr>
      <w:rFonts w:ascii="Gulim" w:eastAsia="Gulim" w:hAnsi="Times New Roman" w:cs="Gulim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http://www.youtube.com/watch?v=b4FkAvuKnuc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4</Pages>
  <Words>381</Words>
  <Characters>2177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2011-03-14T09:37:00Z</cp:lastPrinted>
  <dcterms:created xsi:type="dcterms:W3CDTF">2011-03-13T08:10:00Z</dcterms:created>
  <dcterms:modified xsi:type="dcterms:W3CDTF">2011-03-14T09:38:00Z</dcterms:modified>
</cp:coreProperties>
</file>